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D634A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Numbers 0-30</w:t>
            </w:r>
            <w:r w:rsidR="00276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5B68">
              <w:rPr>
                <w:rFonts w:ascii="Times New Roman" w:hAnsi="Times New Roman" w:cs="Times New Roman"/>
                <w:b/>
                <w:sz w:val="24"/>
                <w:szCs w:val="24"/>
              </w:rPr>
              <w:t>Task 3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Counting </w:t>
            </w:r>
            <w:proofErr w:type="spellStart"/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="00276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(Day 2)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does a number represent?  Why do we use numerals?  How are numbers arranged? 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C5388E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Book-</w:t>
            </w:r>
            <w:r w:rsidR="00444E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 Black Dots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D7B17">
              <w:rPr>
                <w:rFonts w:ascii="Times New Roman" w:hAnsi="Times New Roman" w:cs="Times New Roman"/>
                <w:b/>
                <w:sz w:val="24"/>
                <w:szCs w:val="24"/>
              </w:rPr>
              <w:t>Two floor size number lines</w:t>
            </w:r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634A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Count 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D634A6" w:rsidRPr="008C13D7" w:rsidRDefault="00D634A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KCC2</w:t>
            </w:r>
            <w:r w:rsidR="00D3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forward beginning from a given number within the known sequence (instead of having to begin at 1).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D634A6" w:rsidRDefault="0093220D" w:rsidP="00444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count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at least </w:t>
            </w:r>
            <w:r w:rsidR="00444E9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E1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count on from any number to at least 10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CA418C" w:rsidP="00444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reads the book </w:t>
            </w:r>
            <w:r w:rsidR="00444E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Black Dots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while havin</w:t>
            </w:r>
            <w:r w:rsidR="0093220D">
              <w:rPr>
                <w:rFonts w:ascii="Times New Roman" w:hAnsi="Times New Roman" w:cs="Times New Roman"/>
                <w:sz w:val="24"/>
                <w:szCs w:val="24"/>
              </w:rPr>
              <w:t xml:space="preserve">g the students participate and count the </w:t>
            </w:r>
            <w:r w:rsidR="00444E90">
              <w:rPr>
                <w:rFonts w:ascii="Times New Roman" w:hAnsi="Times New Roman" w:cs="Times New Roman"/>
                <w:sz w:val="24"/>
                <w:szCs w:val="24"/>
              </w:rPr>
              <w:t>dots</w:t>
            </w:r>
            <w:r w:rsidR="009322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1B3C">
              <w:rPr>
                <w:rFonts w:ascii="Times New Roman" w:hAnsi="Times New Roman" w:cs="Times New Roman"/>
                <w:sz w:val="24"/>
                <w:szCs w:val="24"/>
              </w:rPr>
              <w:t xml:space="preserve">  Teacher and students will count on from a given dot.</w:t>
            </w:r>
          </w:p>
          <w:p w:rsidR="004E3637" w:rsidRDefault="004E3637" w:rsidP="00444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E3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444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637">
              <w:rPr>
                <w:rFonts w:ascii="Times New Roman" w:hAnsi="Times New Roman" w:cs="Times New Roman"/>
                <w:sz w:val="24"/>
                <w:szCs w:val="24"/>
              </w:rPr>
              <w:t>The teacher will use a number chart as the class counts to 20 to the Greg and Steve song.  The teacher will point to a number on the chart and with the students will count on from that number to 20.</w:t>
            </w:r>
          </w:p>
          <w:p w:rsidR="004E3637" w:rsidRDefault="004E3637" w:rsidP="004E36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44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14B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3637">
              <w:rPr>
                <w:rFonts w:ascii="Times New Roman" w:hAnsi="Times New Roman" w:cs="Times New Roman"/>
                <w:sz w:val="24"/>
                <w:szCs w:val="24"/>
              </w:rPr>
              <w:t>The teacher explains that we will be playing a game counting 1-10 while standing in a circle.  A designated student begins counting with the number 1. The next student says 2</w:t>
            </w:r>
            <w:proofErr w:type="gramStart"/>
            <w:r w:rsidR="004E3637">
              <w:rPr>
                <w:rFonts w:ascii="Times New Roman" w:hAnsi="Times New Roman" w:cs="Times New Roman"/>
                <w:sz w:val="24"/>
                <w:szCs w:val="24"/>
              </w:rPr>
              <w:t>,the</w:t>
            </w:r>
            <w:proofErr w:type="gramEnd"/>
            <w:r w:rsidR="004E3637">
              <w:rPr>
                <w:rFonts w:ascii="Times New Roman" w:hAnsi="Times New Roman" w:cs="Times New Roman"/>
                <w:sz w:val="24"/>
                <w:szCs w:val="24"/>
              </w:rPr>
              <w:t xml:space="preserve"> next student says 3 etc. The student who says 10 sits down.  The game ends when there is only 1 student standing.  </w:t>
            </w:r>
            <w:r w:rsidR="00FF5B68">
              <w:rPr>
                <w:rFonts w:ascii="Times New Roman" w:hAnsi="Times New Roman" w:cs="Times New Roman"/>
                <w:b/>
                <w:sz w:val="24"/>
                <w:szCs w:val="24"/>
              </w:rPr>
              <w:t>The teacher will pr</w:t>
            </w:r>
            <w:r w:rsidR="00444E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ovide two floor number lines (can be made or bought).  Students will be divided into two groups and stand in a line at the end of the number line.  Each student will take turns stepping on 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>the numbers as they count 1 to 10.</w:t>
            </w:r>
            <w:r w:rsidR="001E1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Then students will count on from a number given to them by the teacher.</w:t>
            </w:r>
          </w:p>
          <w:p w:rsidR="004E3637" w:rsidRDefault="004E3637" w:rsidP="00444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74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4E4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will stay at their number line and using </w:t>
            </w:r>
            <w:proofErr w:type="spellStart"/>
            <w:proofErr w:type="gramStart"/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they will count objects and place them on the corresponding number.  This can be done as a station or in two groups that are monitored by the teacher and the assistant.</w:t>
            </w:r>
            <w:r w:rsidR="001E1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They will also count on from the number given by the teacher or assistant.</w:t>
            </w:r>
          </w:p>
          <w:p w:rsidR="004E3637" w:rsidRDefault="004E3637" w:rsidP="00774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1E1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>Teacher will send students individually to number line to collect correct number of items.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4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Shoulder partners will count at least to 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="00AE4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 each other and tell </w:t>
            </w:r>
            <w:r w:rsidR="001E1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each a number from which to count </w:t>
            </w:r>
            <w:proofErr w:type="gramStart"/>
            <w:r w:rsidR="001E1B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 </w:t>
            </w:r>
            <w:r w:rsidR="00AE40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  <w:p w:rsidR="004E3637" w:rsidRDefault="004E3637" w:rsidP="001E1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637" w:rsidRDefault="004E3637" w:rsidP="001E1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637" w:rsidRDefault="004E3637" w:rsidP="001E1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3637" w:rsidRDefault="004E3637" w:rsidP="001E1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0748B4" w:rsidP="0077490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numbers higher than 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a target number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490E" w:rsidRPr="000748B4" w:rsidRDefault="0077490E" w:rsidP="0077490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numbers to at least 10.</w:t>
            </w:r>
          </w:p>
        </w:tc>
        <w:tc>
          <w:tcPr>
            <w:tcW w:w="3672" w:type="dxa"/>
            <w:gridSpan w:val="3"/>
          </w:tcPr>
          <w:p w:rsidR="005C4CBE" w:rsidRPr="000748B4" w:rsidRDefault="000748B4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a lower target number  </w:t>
            </w:r>
          </w:p>
        </w:tc>
        <w:tc>
          <w:tcPr>
            <w:tcW w:w="3672" w:type="dxa"/>
          </w:tcPr>
          <w:p w:rsidR="005C4CBE" w:rsidRPr="000748B4" w:rsidRDefault="003B3A11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48B4">
              <w:rPr>
                <w:rFonts w:ascii="Times New Roman" w:hAnsi="Times New Roman" w:cs="Times New Roman"/>
                <w:sz w:val="24"/>
                <w:szCs w:val="24"/>
              </w:rPr>
              <w:t>Pictures with numeral and matching set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4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Have students hold up ten fingers.  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>Teacher observation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8B4" w:rsidRDefault="000748B4" w:rsidP="00D7779B">
      <w:pPr>
        <w:spacing w:after="0" w:line="240" w:lineRule="auto"/>
      </w:pPr>
      <w:r>
        <w:separator/>
      </w:r>
    </w:p>
  </w:endnote>
  <w:end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B4" w:rsidRDefault="000748B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8B4" w:rsidRDefault="000748B4" w:rsidP="00D7779B">
      <w:pPr>
        <w:spacing w:after="0" w:line="240" w:lineRule="auto"/>
      </w:pPr>
      <w:r>
        <w:separator/>
      </w:r>
    </w:p>
  </w:footnote>
  <w:foot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02589"/>
    <w:multiLevelType w:val="hybridMultilevel"/>
    <w:tmpl w:val="F1A4A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48B4"/>
    <w:rsid w:val="001E1B3C"/>
    <w:rsid w:val="00224A5F"/>
    <w:rsid w:val="00274ACD"/>
    <w:rsid w:val="00276539"/>
    <w:rsid w:val="0028190D"/>
    <w:rsid w:val="003B3A11"/>
    <w:rsid w:val="003D7D31"/>
    <w:rsid w:val="00444E90"/>
    <w:rsid w:val="004B658C"/>
    <w:rsid w:val="004E3637"/>
    <w:rsid w:val="004E4F46"/>
    <w:rsid w:val="0051657B"/>
    <w:rsid w:val="00570FB8"/>
    <w:rsid w:val="005C4CBE"/>
    <w:rsid w:val="00643719"/>
    <w:rsid w:val="006A0ACD"/>
    <w:rsid w:val="006C4BED"/>
    <w:rsid w:val="0077490E"/>
    <w:rsid w:val="007B401D"/>
    <w:rsid w:val="007D116C"/>
    <w:rsid w:val="00814BDA"/>
    <w:rsid w:val="008C13D7"/>
    <w:rsid w:val="008D7B17"/>
    <w:rsid w:val="0093220D"/>
    <w:rsid w:val="009B085C"/>
    <w:rsid w:val="00A67FA5"/>
    <w:rsid w:val="00AE4066"/>
    <w:rsid w:val="00B51CA8"/>
    <w:rsid w:val="00C5388E"/>
    <w:rsid w:val="00C92D93"/>
    <w:rsid w:val="00CA418C"/>
    <w:rsid w:val="00CB2DBC"/>
    <w:rsid w:val="00CD5617"/>
    <w:rsid w:val="00D32111"/>
    <w:rsid w:val="00D634A6"/>
    <w:rsid w:val="00D7779B"/>
    <w:rsid w:val="00D85633"/>
    <w:rsid w:val="00EA25B6"/>
    <w:rsid w:val="00F448E1"/>
    <w:rsid w:val="00FE4609"/>
    <w:rsid w:val="00FF480F"/>
    <w:rsid w:val="00FF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680519-03C5-4752-87A4-9D34DA784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A35A8276.dotm</Template>
  <TotalTime>0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Teacher</cp:lastModifiedBy>
  <cp:revision>2</cp:revision>
  <dcterms:created xsi:type="dcterms:W3CDTF">2012-06-26T18:47:00Z</dcterms:created>
  <dcterms:modified xsi:type="dcterms:W3CDTF">2012-06-26T18:47:00Z</dcterms:modified>
</cp:coreProperties>
</file>